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B664E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DB64D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Ε11-</w:t>
            </w:r>
            <w:r w:rsidR="00DB64D4" w:rsidRPr="00DB64D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Ο2.Ε86 </w:t>
            </w:r>
            <w:bookmarkStart w:id="0" w:name="_GoBack"/>
            <w:bookmarkEnd w:id="0"/>
            <w:r w:rsidR="00DB64D4" w:rsidRPr="00DB64D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Ηχεία Τύπου 01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DB64D4" w:rsidRPr="00DF25B3" w:rsidTr="00CC0AE7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DB64D4" w:rsidRPr="00DF25B3" w:rsidRDefault="00DB64D4" w:rsidP="00DB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D4" w:rsidRPr="00A8070F" w:rsidRDefault="00DB64D4" w:rsidP="00DB64D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Hχείο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bluetooth</w:t>
            </w:r>
            <w:proofErr w:type="spellEnd"/>
          </w:p>
        </w:tc>
        <w:tc>
          <w:tcPr>
            <w:tcW w:w="1116" w:type="dxa"/>
          </w:tcPr>
          <w:p w:rsidR="00DB64D4" w:rsidRPr="00DF25B3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DB64D4" w:rsidRPr="00DF25B3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DB64D4" w:rsidRPr="00DF25B3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B64D4" w:rsidRPr="00DF25B3" w:rsidTr="00CC0AE7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DB64D4" w:rsidRPr="00DF25B3" w:rsidRDefault="00DB64D4" w:rsidP="00DB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D4" w:rsidRPr="00A8070F" w:rsidRDefault="00DB64D4" w:rsidP="00DB64D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Αδιά</w:t>
            </w:r>
            <w:proofErr w:type="spellEnd"/>
            <w:r w:rsidRPr="00A8070F">
              <w:rPr>
                <w:lang w:val="en-GB"/>
              </w:rPr>
              <w:t>βροχο (</w:t>
            </w:r>
            <w:proofErr w:type="spellStart"/>
            <w:r w:rsidRPr="00A8070F">
              <w:rPr>
                <w:lang w:val="en-GB"/>
              </w:rPr>
              <w:t>Δείκτης</w:t>
            </w:r>
            <w:proofErr w:type="spellEnd"/>
            <w:r w:rsidRPr="00A8070F">
              <w:rPr>
                <w:lang w:val="en-GB"/>
              </w:rPr>
              <w:t xml:space="preserve"> IP67)</w:t>
            </w:r>
          </w:p>
        </w:tc>
        <w:tc>
          <w:tcPr>
            <w:tcW w:w="1116" w:type="dxa"/>
          </w:tcPr>
          <w:p w:rsidR="00DB64D4" w:rsidRPr="00DF25B3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DB64D4" w:rsidRPr="00DF25B3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DB64D4" w:rsidRPr="00DF25B3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B64D4" w:rsidRPr="00DF25B3" w:rsidTr="00CC0AE7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DB64D4" w:rsidRPr="00DF25B3" w:rsidRDefault="00DB64D4" w:rsidP="00DB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D4" w:rsidRPr="00A8070F" w:rsidRDefault="00DB64D4" w:rsidP="00DB64D4">
            <w:r w:rsidRPr="00A8070F">
              <w:t>Ώρες Λειτουργίας (</w:t>
            </w:r>
            <w:r w:rsidRPr="00A8070F">
              <w:rPr>
                <w:lang w:val="en-GB"/>
              </w:rPr>
              <w:t>max</w:t>
            </w:r>
            <w:r w:rsidRPr="00A8070F">
              <w:t>): 12 ώρες αυτονομίας</w:t>
            </w:r>
          </w:p>
        </w:tc>
        <w:tc>
          <w:tcPr>
            <w:tcW w:w="1116" w:type="dxa"/>
          </w:tcPr>
          <w:p w:rsidR="00DB64D4" w:rsidRPr="00DF25B3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DB64D4" w:rsidRPr="00DF25B3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DB64D4" w:rsidRPr="00DF25B3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B64D4" w:rsidRPr="00A8070F" w:rsidTr="00CC0AE7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D4" w:rsidRPr="004F4432" w:rsidRDefault="00DB64D4" w:rsidP="00DB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D4" w:rsidRPr="00A8070F" w:rsidRDefault="00DB64D4" w:rsidP="00DB64D4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Portable </w:t>
            </w:r>
            <w:proofErr w:type="spellStart"/>
            <w:r w:rsidRPr="00A8070F">
              <w:rPr>
                <w:lang w:val="en-GB"/>
              </w:rPr>
              <w:t>εφ</w:t>
            </w:r>
            <w:proofErr w:type="spellEnd"/>
            <w:r w:rsidRPr="00A8070F">
              <w:rPr>
                <w:lang w:val="en-GB"/>
              </w:rPr>
              <w:t>αρμογή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D4" w:rsidRPr="004F4432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4F4432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4F4432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B64D4" w:rsidRPr="00A8070F" w:rsidTr="00CC0AE7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D4" w:rsidRPr="004F4432" w:rsidRDefault="00DB64D4" w:rsidP="00DB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D4" w:rsidRPr="00A8070F" w:rsidRDefault="00DB64D4" w:rsidP="00DB64D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Ενσύρμ</w:t>
            </w:r>
            <w:proofErr w:type="spellEnd"/>
            <w:r w:rsidRPr="00A8070F">
              <w:rPr>
                <w:lang w:val="en-GB"/>
              </w:rPr>
              <w:t xml:space="preserve">ατη </w:t>
            </w:r>
            <w:proofErr w:type="spellStart"/>
            <w:r w:rsidRPr="00A8070F">
              <w:rPr>
                <w:lang w:val="en-GB"/>
              </w:rPr>
              <w:t>Σύνδεση</w:t>
            </w:r>
            <w:proofErr w:type="spellEnd"/>
            <w:r w:rsidRPr="00A8070F">
              <w:rPr>
                <w:lang w:val="en-GB"/>
              </w:rPr>
              <w:t xml:space="preserve"> USB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D4" w:rsidRPr="004F4432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4F4432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4F4432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B64D4" w:rsidRPr="00A8070F" w:rsidTr="00CC0AE7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D4" w:rsidRPr="004F4432" w:rsidRDefault="00DB64D4" w:rsidP="00DB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D4" w:rsidRPr="00A8070F" w:rsidRDefault="00DB64D4" w:rsidP="00DB64D4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Ασύρμ</w:t>
            </w:r>
            <w:proofErr w:type="spellEnd"/>
            <w:r w:rsidRPr="00A8070F">
              <w:rPr>
                <w:lang w:val="en-GB"/>
              </w:rPr>
              <w:t xml:space="preserve">ατη </w:t>
            </w:r>
            <w:proofErr w:type="spellStart"/>
            <w:r w:rsidRPr="00A8070F">
              <w:rPr>
                <w:lang w:val="en-GB"/>
              </w:rPr>
              <w:t>Σύνδεση</w:t>
            </w:r>
            <w:proofErr w:type="spellEnd"/>
            <w:r w:rsidRPr="00A8070F">
              <w:rPr>
                <w:lang w:val="en-GB"/>
              </w:rPr>
              <w:t xml:space="preserve"> Bluetooth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D4" w:rsidRPr="004F4432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4F4432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4F4432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B64D4" w:rsidRPr="00A8070F" w:rsidTr="00DB64D4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D4" w:rsidRPr="00DB64D4" w:rsidRDefault="00DB64D4" w:rsidP="00DB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D4" w:rsidRPr="00A8070F" w:rsidRDefault="00DB64D4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Ισχύς</w:t>
            </w:r>
            <w:proofErr w:type="spellEnd"/>
            <w:r w:rsidRPr="00A8070F">
              <w:rPr>
                <w:lang w:val="en-GB"/>
              </w:rPr>
              <w:t xml:space="preserve"> (RMS) 30W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B64D4" w:rsidRPr="00A8070F" w:rsidTr="00DB64D4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D4" w:rsidRPr="00DB64D4" w:rsidRDefault="00DB64D4" w:rsidP="00DB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D4" w:rsidRPr="00A8070F" w:rsidRDefault="00DB64D4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>Κα</w:t>
            </w:r>
            <w:proofErr w:type="spellStart"/>
            <w:r w:rsidRPr="00A8070F">
              <w:rPr>
                <w:lang w:val="en-GB"/>
              </w:rPr>
              <w:t>νάλι</w:t>
            </w:r>
            <w:proofErr w:type="spellEnd"/>
            <w:r w:rsidRPr="00A8070F">
              <w:rPr>
                <w:lang w:val="en-GB"/>
              </w:rPr>
              <w:t>α 2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B64D4" w:rsidRPr="00A8070F" w:rsidTr="00DB64D4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D4" w:rsidRPr="00DB64D4" w:rsidRDefault="00DB64D4" w:rsidP="00DB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D4" w:rsidRPr="00A8070F" w:rsidRDefault="00DB64D4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Πιστο</w:t>
            </w:r>
            <w:proofErr w:type="spellEnd"/>
            <w:r w:rsidRPr="00A8070F">
              <w:rPr>
                <w:lang w:val="en-GB"/>
              </w:rPr>
              <w:t xml:space="preserve">ποίηση </w:t>
            </w:r>
            <w:proofErr w:type="spellStart"/>
            <w:r w:rsidRPr="00A8070F">
              <w:rPr>
                <w:lang w:val="en-GB"/>
              </w:rPr>
              <w:t>Προστ</w:t>
            </w:r>
            <w:proofErr w:type="spellEnd"/>
            <w:r w:rsidRPr="00A8070F">
              <w:rPr>
                <w:lang w:val="en-GB"/>
              </w:rPr>
              <w:t>ασίας IP67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DB64D4" w:rsidRPr="00A8070F" w:rsidTr="00DB64D4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64D4" w:rsidRPr="00DB64D4" w:rsidRDefault="00DB64D4" w:rsidP="00DB64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64D4" w:rsidRPr="00A8070F" w:rsidRDefault="00DB64D4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: 2 </w:t>
            </w:r>
            <w:proofErr w:type="spellStart"/>
            <w:r w:rsidRPr="00A8070F">
              <w:rPr>
                <w:lang w:val="en-GB"/>
              </w:rPr>
              <w:t>έτη</w:t>
            </w:r>
            <w:proofErr w:type="spellEnd"/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B64D4" w:rsidRPr="00DB64D4" w:rsidRDefault="00DB64D4" w:rsidP="00DB64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B64D4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982915" w:rsidRDefault="00982915" w:rsidP="00DB64D4"/>
    <w:sectPr w:rsidR="009829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913FD"/>
    <w:rsid w:val="001E6292"/>
    <w:rsid w:val="002129F6"/>
    <w:rsid w:val="00406FB0"/>
    <w:rsid w:val="004F4432"/>
    <w:rsid w:val="004F5BC3"/>
    <w:rsid w:val="00500FD4"/>
    <w:rsid w:val="006C7B6D"/>
    <w:rsid w:val="00775065"/>
    <w:rsid w:val="007F5988"/>
    <w:rsid w:val="00863E00"/>
    <w:rsid w:val="00896732"/>
    <w:rsid w:val="00982915"/>
    <w:rsid w:val="009E2836"/>
    <w:rsid w:val="00A40B4A"/>
    <w:rsid w:val="00A567E4"/>
    <w:rsid w:val="00B664E3"/>
    <w:rsid w:val="00B8625B"/>
    <w:rsid w:val="00C00B64"/>
    <w:rsid w:val="00C1128F"/>
    <w:rsid w:val="00C50913"/>
    <w:rsid w:val="00C86F58"/>
    <w:rsid w:val="00D271C8"/>
    <w:rsid w:val="00DB64D4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63D8E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1</TotalTime>
  <Pages>1</Pages>
  <Words>66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2025-09-10T08:39:00Z</dcterms:created>
  <dcterms:modified xsi:type="dcterms:W3CDTF">2025-09-11T07:53:00Z</dcterms:modified>
</cp:coreProperties>
</file>